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C21C7" w:rsidRDefault="004C21C7" w:rsidP="004C21C7">
      <w:pPr>
        <w:pStyle w:val="Kop1"/>
        <w:spacing w:before="240"/>
        <w:rPr>
          <w:rFonts w:ascii="Arial" w:hAnsi="Arial"/>
          <w:b/>
        </w:rPr>
      </w:pPr>
      <w:r>
        <w:rPr>
          <w:rFonts w:ascii="Arial" w:hAnsi="Arial"/>
          <w:b/>
        </w:rPr>
        <w:t>Description générale</w:t>
      </w:r>
    </w:p>
    <w:p w:rsidR="004C21C7" w:rsidRDefault="004C21C7" w:rsidP="004C21C7">
      <w:pPr>
        <w:rPr>
          <w:lang w:val="fr-BE"/>
        </w:rPr>
      </w:pPr>
      <w:bookmarkStart w:id="0" w:name="_Hlk37147706"/>
      <w:r w:rsidRPr="000022DB">
        <w:rPr>
          <w:lang w:val="en-US"/>
        </w:rPr>
        <w:t xml:space="preserve">L’Urinoir à action siphonique et alimentation </w:t>
      </w:r>
      <w:r>
        <w:rPr>
          <w:lang w:val="en-US"/>
        </w:rPr>
        <w:t>apparente</w:t>
      </w:r>
      <w:bookmarkStart w:id="1" w:name="_GoBack"/>
      <w:bookmarkEnd w:id="1"/>
      <w:r w:rsidRPr="000022DB">
        <w:rPr>
          <w:lang w:val="en-US"/>
        </w:rPr>
        <w:t xml:space="preserve"> est fabriqué en </w:t>
      </w:r>
      <w:bookmarkStart w:id="2" w:name="_Hlk39761371"/>
      <w:r w:rsidRPr="000022DB">
        <w:rPr>
          <w:lang w:val="en-US"/>
        </w:rPr>
        <w:t xml:space="preserve">porcelaine sanitaire  avec une absorption d’eau de maximum 0,5%, </w:t>
      </w:r>
      <w:bookmarkEnd w:id="2"/>
      <w:r w:rsidRPr="000022DB">
        <w:rPr>
          <w:lang w:val="en-US"/>
        </w:rPr>
        <w:t xml:space="preserve">et est conforme aux normes CE, EN 13407. </w:t>
      </w:r>
      <w:r w:rsidRPr="00B76048">
        <w:rPr>
          <w:lang w:val="en-US"/>
        </w:rPr>
        <w:t xml:space="preserve">Les fixations sont </w:t>
      </w:r>
      <w:r>
        <w:rPr>
          <w:lang w:val="en-US"/>
        </w:rPr>
        <w:t>cachées.</w:t>
      </w:r>
    </w:p>
    <w:p w:rsidR="004C21C7" w:rsidRDefault="004C21C7" w:rsidP="004C21C7">
      <w:pPr>
        <w:rPr>
          <w:lang w:val="fr-BE"/>
        </w:rPr>
      </w:pPr>
      <w:r>
        <w:rPr>
          <w:lang w:val="fr-BE"/>
        </w:rPr>
        <w:t>Le modèle est épuré et la partie contre le mur est de forme rectangulaire. Le vase particulièrement saillant, de forme triangulaire et aux lignes fluides est également doté de surfaces latérales droites.</w:t>
      </w:r>
    </w:p>
    <w:p w:rsidR="004C21C7" w:rsidRDefault="004C21C7" w:rsidP="004C21C7">
      <w:pPr>
        <w:rPr>
          <w:lang w:val="fr-BE"/>
        </w:rPr>
      </w:pPr>
      <w:r>
        <w:rPr>
          <w:lang w:val="fr-BE"/>
        </w:rPr>
        <w:t>Le rebord de rinçage est émaillé sur tout le pourtour et comporte des orifices de rinçage au-dessus pour assurer une bonne répartition de l’eau.</w:t>
      </w:r>
    </w:p>
    <w:p w:rsidR="004C21C7" w:rsidRDefault="004C21C7" w:rsidP="004C21C7">
      <w:pPr>
        <w:rPr>
          <w:lang w:val="fr-BE"/>
        </w:rPr>
      </w:pPr>
      <w:r>
        <w:rPr>
          <w:lang w:val="fr-BE"/>
        </w:rPr>
        <w:t>Homologué pour un rinçage avec un volume de 1L.</w:t>
      </w:r>
    </w:p>
    <w:p w:rsidR="004C21C7" w:rsidRDefault="004C21C7" w:rsidP="004C21C7">
      <w:pPr>
        <w:rPr>
          <w:lang w:val="en-US"/>
        </w:rPr>
      </w:pPr>
      <w:r>
        <w:rPr>
          <w:lang w:val="en-US"/>
        </w:rPr>
        <w:t xml:space="preserve">L’urinoir est pourvu d’une seconde couche d’émail. </w:t>
      </w:r>
    </w:p>
    <w:p w:rsidR="004C21C7" w:rsidRDefault="004C21C7" w:rsidP="004C21C7">
      <w:pPr>
        <w:rPr>
          <w:lang w:val="fr-BE"/>
        </w:rPr>
      </w:pPr>
      <w:r>
        <w:rPr>
          <w:lang w:val="en-US"/>
        </w:rPr>
        <w:t>Cette couche d’émail supplémentaire, unique et facile à entretenir est cuite, durant le processus de production, à une température de 1200°C et garantit une surface extrèmement lisse (RA &lt; ou égal à 0,01 µm) car elle obture les micropores. Ce qui réduit au minimum l’adhésion des particules de poussières et des bactéries</w:t>
      </w:r>
    </w:p>
    <w:p w:rsidR="004C21C7" w:rsidRPr="00E774EE" w:rsidRDefault="004C21C7" w:rsidP="004C21C7">
      <w:pPr>
        <w:rPr>
          <w:lang w:val="en-US"/>
        </w:rPr>
      </w:pPr>
      <w:r w:rsidRPr="000F0F37">
        <w:rPr>
          <w:rFonts w:cs="Arial"/>
          <w:szCs w:val="24"/>
          <w:lang w:val="en-US"/>
        </w:rPr>
        <w:t xml:space="preserve">Le logo du fabricant est appliqué subtilement </w:t>
      </w:r>
      <w:r>
        <w:rPr>
          <w:rFonts w:cs="Arial"/>
          <w:szCs w:val="24"/>
          <w:lang w:val="en-US"/>
        </w:rPr>
        <w:t xml:space="preserve">et </w:t>
      </w:r>
      <w:r w:rsidRPr="000F0F37">
        <w:rPr>
          <w:rFonts w:cs="Arial"/>
          <w:szCs w:val="24"/>
          <w:lang w:val="en-US"/>
        </w:rPr>
        <w:t xml:space="preserve">dans une couleur </w:t>
      </w:r>
      <w:r>
        <w:rPr>
          <w:rFonts w:cs="Arial"/>
          <w:szCs w:val="24"/>
          <w:lang w:val="en-US"/>
        </w:rPr>
        <w:t>claire sur la porcelaine</w:t>
      </w:r>
    </w:p>
    <w:p w:rsidR="004C21C7" w:rsidRDefault="004C21C7" w:rsidP="004C21C7">
      <w:pPr>
        <w:rPr>
          <w:lang w:val="en-US"/>
        </w:rPr>
      </w:pPr>
      <w:r>
        <w:rPr>
          <w:lang w:val="en-US"/>
        </w:rPr>
        <w:t>Le fabricant du produit est en possession d’un certificat ISO 9001</w:t>
      </w:r>
    </w:p>
    <w:bookmarkEnd w:id="0"/>
    <w:p w:rsidR="004C21C7" w:rsidRPr="008C5A75" w:rsidRDefault="004C21C7" w:rsidP="004C21C7">
      <w:pPr>
        <w:rPr>
          <w:lang w:val="fr-BE"/>
        </w:rPr>
      </w:pPr>
    </w:p>
    <w:p w:rsidR="004C21C7" w:rsidRPr="00C206EA" w:rsidRDefault="004C21C7" w:rsidP="004C21C7">
      <w:pPr>
        <w:pStyle w:val="Kop1"/>
        <w:spacing w:before="240"/>
        <w:rPr>
          <w:rFonts w:ascii="Arial" w:hAnsi="Arial"/>
          <w:b/>
        </w:rPr>
      </w:pPr>
      <w:r>
        <w:rPr>
          <w:rFonts w:ascii="Arial" w:hAnsi="Arial"/>
          <w:b/>
        </w:rPr>
        <w:t>Matériaux et caractéristiques</w:t>
      </w:r>
    </w:p>
    <w:p w:rsidR="004C21C7" w:rsidRPr="00F3486E" w:rsidRDefault="004C21C7" w:rsidP="004C21C7">
      <w:pPr>
        <w:pStyle w:val="Kop1"/>
        <w:numPr>
          <w:ilvl w:val="1"/>
          <w:numId w:val="18"/>
        </w:numPr>
        <w:spacing w:before="240"/>
        <w:rPr>
          <w:rFonts w:ascii="Arial" w:hAnsi="Arial"/>
          <w:b/>
        </w:rPr>
      </w:pPr>
      <w:r w:rsidRPr="00F3486E">
        <w:rPr>
          <w:rFonts w:ascii="Arial" w:hAnsi="Arial"/>
          <w:b/>
        </w:rPr>
        <w:t>Matériaux</w:t>
      </w:r>
    </w:p>
    <w:p w:rsidR="004C21C7" w:rsidRPr="00F3486E" w:rsidRDefault="004C21C7" w:rsidP="004C21C7">
      <w:pPr>
        <w:rPr>
          <w:lang w:val="nl-BE"/>
        </w:rPr>
      </w:pPr>
      <w:r w:rsidRPr="00F3486E">
        <w:rPr>
          <w:lang w:val="nl-BE"/>
        </w:rPr>
        <w:t>sanitaire  avec une absorption d’eau de maximum 0,5%</w:t>
      </w:r>
    </w:p>
    <w:p w:rsidR="004C21C7" w:rsidRDefault="004C21C7" w:rsidP="004C21C7">
      <w:pPr>
        <w:rPr>
          <w:lang w:val="fr-BE"/>
        </w:rPr>
      </w:pPr>
    </w:p>
    <w:p w:rsidR="004C21C7" w:rsidRDefault="004C21C7" w:rsidP="004C21C7">
      <w:pPr>
        <w:rPr>
          <w:b/>
        </w:rPr>
      </w:pPr>
      <w:r>
        <w:rPr>
          <w:lang w:val="fr-BE"/>
        </w:rPr>
        <w:t xml:space="preserve">2.2 </w:t>
      </w:r>
      <w:r w:rsidRPr="00F3486E">
        <w:rPr>
          <w:b/>
        </w:rPr>
        <w:t xml:space="preserve">  </w:t>
      </w:r>
      <w:r>
        <w:rPr>
          <w:b/>
          <w:u w:val="single"/>
        </w:rPr>
        <w:t>Caractéristiques</w:t>
      </w:r>
    </w:p>
    <w:p w:rsidR="004C21C7" w:rsidRDefault="004C21C7" w:rsidP="004C21C7">
      <w:pPr>
        <w:rPr>
          <w:b/>
        </w:rPr>
      </w:pPr>
    </w:p>
    <w:p w:rsidR="004C21C7" w:rsidRDefault="004C21C7" w:rsidP="004C21C7">
      <w:r>
        <w:t>Modèle mural</w:t>
      </w:r>
    </w:p>
    <w:p w:rsidR="004C21C7" w:rsidRDefault="004C21C7" w:rsidP="004C21C7">
      <w:r>
        <w:t xml:space="preserve">Alimentation </w:t>
      </w:r>
      <w:r>
        <w:t>apparente</w:t>
      </w:r>
    </w:p>
    <w:p w:rsidR="004C21C7" w:rsidRPr="00480FD6" w:rsidRDefault="004C21C7" w:rsidP="004C21C7">
      <w:r>
        <w:t>Evacuation vers l’arrière ou vers le bas</w:t>
      </w:r>
    </w:p>
    <w:p w:rsidR="004C21C7" w:rsidRDefault="004C21C7" w:rsidP="004C21C7">
      <w:pPr>
        <w:rPr>
          <w:lang w:val="fr-BE"/>
        </w:rPr>
      </w:pPr>
      <w:r>
        <w:rPr>
          <w:lang w:val="fr-BE"/>
        </w:rPr>
        <w:t>Fixations cachées</w:t>
      </w:r>
    </w:p>
    <w:p w:rsidR="004C21C7" w:rsidRDefault="004C21C7" w:rsidP="004C21C7">
      <w:pPr>
        <w:rPr>
          <w:lang w:val="fr-BE"/>
        </w:rPr>
      </w:pPr>
      <w:r>
        <w:rPr>
          <w:lang w:val="fr-BE"/>
        </w:rPr>
        <w:t>Rinçage via le rebord</w:t>
      </w:r>
    </w:p>
    <w:p w:rsidR="004C21C7" w:rsidRDefault="004C21C7" w:rsidP="004C21C7">
      <w:pPr>
        <w:rPr>
          <w:lang w:val="fr-BE"/>
        </w:rPr>
      </w:pPr>
      <w:r>
        <w:rPr>
          <w:lang w:val="fr-BE"/>
        </w:rPr>
        <w:t>Avec Keratect</w:t>
      </w:r>
    </w:p>
    <w:p w:rsidR="004C21C7" w:rsidRDefault="004C21C7" w:rsidP="004C21C7">
      <w:r>
        <w:t>Largeur: 34cm</w:t>
      </w:r>
    </w:p>
    <w:p w:rsidR="004C21C7" w:rsidRDefault="004C21C7" w:rsidP="004C21C7">
      <w:r>
        <w:t>Hauteur: 57cm</w:t>
      </w:r>
    </w:p>
    <w:p w:rsidR="004C21C7" w:rsidRPr="00CE7BC3" w:rsidRDefault="004C21C7" w:rsidP="004C21C7">
      <w:r>
        <w:t>Profondeur: 34cm</w:t>
      </w:r>
    </w:p>
    <w:p w:rsidR="004C21C7" w:rsidRDefault="004C21C7" w:rsidP="004C21C7">
      <w:r>
        <w:t>Couleur: blanc</w:t>
      </w:r>
    </w:p>
    <w:p w:rsidR="004C21C7" w:rsidRDefault="004C21C7" w:rsidP="004C21C7"/>
    <w:p w:rsidR="004C21C7" w:rsidRDefault="004C21C7" w:rsidP="004C21C7"/>
    <w:p w:rsidR="004C21C7" w:rsidRDefault="004C21C7" w:rsidP="004C21C7"/>
    <w:p w:rsidR="004C21C7" w:rsidRDefault="004C21C7" w:rsidP="004C21C7"/>
    <w:p w:rsidR="004C21C7" w:rsidRDefault="004C21C7" w:rsidP="004C21C7"/>
    <w:p w:rsidR="004C21C7" w:rsidRDefault="004C21C7" w:rsidP="004C21C7"/>
    <w:p w:rsidR="004C21C7" w:rsidRDefault="004C21C7" w:rsidP="004C21C7"/>
    <w:p w:rsidR="004C21C7" w:rsidRDefault="004C21C7" w:rsidP="004C21C7"/>
    <w:p w:rsidR="004C21C7" w:rsidRPr="002F1A08" w:rsidRDefault="004C21C7" w:rsidP="004C21C7"/>
    <w:p w:rsidR="004C21C7" w:rsidRDefault="004C21C7" w:rsidP="004C21C7">
      <w:pPr>
        <w:pStyle w:val="Kop1"/>
        <w:spacing w:before="240"/>
        <w:rPr>
          <w:rFonts w:ascii="Arial" w:hAnsi="Arial"/>
          <w:b/>
        </w:rPr>
      </w:pPr>
      <w:r>
        <w:rPr>
          <w:rFonts w:ascii="Arial" w:hAnsi="Arial"/>
          <w:b/>
        </w:rPr>
        <w:t>Placement</w:t>
      </w:r>
    </w:p>
    <w:p w:rsidR="00694F33" w:rsidRPr="00694F33" w:rsidRDefault="004C21C7" w:rsidP="004C21C7">
      <w:pPr>
        <w:rPr>
          <w:lang w:val="fr-FR"/>
        </w:rPr>
      </w:pPr>
      <w:r>
        <w:rPr>
          <w:rFonts w:cs="Arial"/>
          <w:noProof/>
          <w:szCs w:val="24"/>
          <w:lang w:val="fr-FR"/>
        </w:rPr>
        <w:t>La fixation est assurée par deux crochets asymétriques recourbés qui se fixent par un mouvement pivotant sur les pattes fixées au mur ; pour ce faire, les fixations latérales invisibles sont serrées à l’aide d’une clé alène. Après cette opération, les fixations invisibles sont recouvertes de petits capuchons en plastique. Ces visseries et outils sont fournis par le fabricant de l’urinoir</w:t>
      </w:r>
    </w:p>
    <w:p w:rsidR="00106C8C" w:rsidRPr="008C5A75" w:rsidRDefault="004C21C7" w:rsidP="008C5A75">
      <w:pPr>
        <w:pStyle w:val="Kop1"/>
        <w:spacing w:before="240"/>
        <w:rPr>
          <w:rFonts w:ascii="Arial" w:hAnsi="Arial"/>
          <w:b/>
        </w:rPr>
      </w:pPr>
      <w:r>
        <w:rPr>
          <w:rFonts w:ascii="Arial" w:hAnsi="Arial"/>
          <w:b/>
        </w:rPr>
        <w:t>Illustration</w:t>
      </w:r>
    </w:p>
    <w:p w:rsidR="00106C8C" w:rsidRDefault="00106C8C" w:rsidP="008A5169">
      <w:pPr>
        <w:pStyle w:val="Bulleted1"/>
        <w:numPr>
          <w:ilvl w:val="0"/>
          <w:numId w:val="0"/>
        </w:numPr>
      </w:pPr>
    </w:p>
    <w:p w:rsidR="00502659" w:rsidRDefault="00986630" w:rsidP="008A5169">
      <w:pPr>
        <w:pStyle w:val="Bulleted1"/>
        <w:numPr>
          <w:ilvl w:val="0"/>
          <w:numId w:val="0"/>
        </w:numPr>
      </w:pPr>
      <w:r>
        <w:rPr>
          <w:noProof/>
        </w:rPr>
        <w:drawing>
          <wp:inline distT="0" distB="0" distL="0" distR="0" wp14:anchorId="6687A186" wp14:editId="7C4C9194">
            <wp:extent cx="2981325" cy="3963730"/>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2984437" cy="3967867"/>
                    </a:xfrm>
                    <a:prstGeom prst="rect">
                      <a:avLst/>
                    </a:prstGeom>
                  </pic:spPr>
                </pic:pic>
              </a:graphicData>
            </a:graphic>
          </wp:inline>
        </w:drawing>
      </w: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8A5169" w:rsidRDefault="008A5169" w:rsidP="008A5169">
      <w:pPr>
        <w:pStyle w:val="Bulleted2"/>
        <w:numPr>
          <w:ilvl w:val="0"/>
          <w:numId w:val="0"/>
        </w:numPr>
      </w:pPr>
    </w:p>
    <w:sectPr w:rsidR="008A5169" w:rsidSect="0069129C">
      <w:headerReference w:type="even" r:id="rId8"/>
      <w:headerReference w:type="default" r:id="rId9"/>
      <w:footerReference w:type="even" r:id="rId10"/>
      <w:footerReference w:type="default" r:id="rId11"/>
      <w:headerReference w:type="first" r:id="rId12"/>
      <w:footerReference w:type="first" r:id="rId13"/>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77E77" w:rsidRDefault="00377E77">
      <w:r>
        <w:separator/>
      </w:r>
    </w:p>
  </w:endnote>
  <w:endnote w:type="continuationSeparator" w:id="0">
    <w:p w:rsidR="00377E77" w:rsidRDefault="00377E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C21C7" w:rsidRDefault="004C21C7">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tc>
        <w:tcPr>
          <w:tcW w:w="3392" w:type="dxa"/>
        </w:tcPr>
        <w:p w:rsidR="00025544" w:rsidRPr="00D06139" w:rsidRDefault="0069129C" w:rsidP="003242F8">
          <w:pPr>
            <w:pStyle w:val="Voettekst"/>
            <w:rPr>
              <w:rFonts w:cs="Arial"/>
            </w:rPr>
          </w:pPr>
          <w:r>
            <w:rPr>
              <w:rFonts w:cs="Arial"/>
            </w:rPr>
            <w:t>versie 1.0</w:t>
          </w:r>
        </w:p>
      </w:tc>
      <w:tc>
        <w:tcPr>
          <w:tcW w:w="3392" w:type="dxa"/>
        </w:tcPr>
        <w:p w:rsidR="00025544" w:rsidRPr="00D06139" w:rsidRDefault="00586B18">
          <w:pPr>
            <w:jc w:val="center"/>
            <w:rPr>
              <w:rFonts w:cs="Arial"/>
              <w:sz w:val="20"/>
            </w:rPr>
          </w:pPr>
          <w:r w:rsidRPr="00D06139">
            <w:rPr>
              <w:rFonts w:cs="Arial"/>
              <w:sz w:val="20"/>
            </w:rPr>
            <w:t>B</w:t>
          </w:r>
          <w:r w:rsidR="00025544" w:rsidRPr="00D06139">
            <w:rPr>
              <w:rFonts w:cs="Arial"/>
              <w:sz w:val="20"/>
            </w:rPr>
            <w:t>estektekst</w:t>
          </w:r>
        </w:p>
      </w:tc>
      <w:tc>
        <w:tcPr>
          <w:tcW w:w="3392" w:type="dxa"/>
        </w:tcPr>
        <w:p w:rsidR="00025544" w:rsidRPr="00D06139" w:rsidRDefault="00025544" w:rsidP="00272819">
          <w:pPr>
            <w:pStyle w:val="Voettekst"/>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rsidR="00025544" w:rsidRPr="00FF20C8" w:rsidRDefault="0002554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C21C7" w:rsidRDefault="004C21C7">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77E77" w:rsidRDefault="00377E77">
      <w:r>
        <w:separator/>
      </w:r>
    </w:p>
  </w:footnote>
  <w:footnote w:type="continuationSeparator" w:id="0">
    <w:p w:rsidR="00377E77" w:rsidRDefault="00377E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C21C7" w:rsidRDefault="004C21C7">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C21C7" w:rsidRPr="003E31F1" w:rsidRDefault="004C21C7" w:rsidP="004C21C7">
    <w:pPr>
      <w:pStyle w:val="Koptekst"/>
      <w:rPr>
        <w:rFonts w:ascii="Arial" w:hAnsi="Arial" w:cs="Arial"/>
        <w:b/>
        <w:szCs w:val="24"/>
        <w:lang w:val="fr-BE"/>
      </w:rPr>
    </w:pPr>
    <w:r w:rsidRPr="003E31F1">
      <w:rPr>
        <w:rFonts w:ascii="Arial" w:hAnsi="Arial" w:cs="Arial"/>
        <w:b/>
        <w:szCs w:val="24"/>
        <w:lang w:val="fr-BE"/>
      </w:rPr>
      <w:t>Geberit urinoir Alivio</w:t>
    </w:r>
    <w:r w:rsidRPr="003E31F1">
      <w:rPr>
        <w:rFonts w:ascii="Arial" w:hAnsi="Arial" w:cs="Arial"/>
        <w:b/>
        <w:szCs w:val="24"/>
        <w:lang w:val="fr-BE"/>
      </w:rPr>
      <w:tab/>
    </w:r>
    <w:r>
      <w:rPr>
        <w:rFonts w:ascii="Arial" w:hAnsi="Arial" w:cs="Arial"/>
        <w:noProof/>
        <w:sz w:val="20"/>
        <w:vertAlign w:val="superscript"/>
        <w:lang w:val="nl-BE" w:eastAsia="nl-BE"/>
      </w:rPr>
      <w:drawing>
        <wp:inline distT="0" distB="0" distL="0" distR="0" wp14:anchorId="1C3C5FE5" wp14:editId="53379E72">
          <wp:extent cx="1003300" cy="155575"/>
          <wp:effectExtent l="0" t="0" r="635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55575"/>
                  </a:xfrm>
                  <a:prstGeom prst="rect">
                    <a:avLst/>
                  </a:prstGeom>
                  <a:noFill/>
                  <a:ln>
                    <a:noFill/>
                  </a:ln>
                </pic:spPr>
              </pic:pic>
            </a:graphicData>
          </a:graphic>
        </wp:inline>
      </w:drawing>
    </w:r>
  </w:p>
  <w:p w:rsidR="004C21C7" w:rsidRDefault="004C21C7" w:rsidP="004C21C7">
    <w:pPr>
      <w:pStyle w:val="Koptekst"/>
      <w:rPr>
        <w:rFonts w:ascii="Arial" w:hAnsi="Arial" w:cs="Arial"/>
        <w:b/>
        <w:szCs w:val="24"/>
        <w:lang w:val="fr-BE"/>
      </w:rPr>
    </w:pPr>
    <w:r>
      <w:rPr>
        <w:rFonts w:ascii="Arial" w:hAnsi="Arial" w:cs="Arial"/>
        <w:b/>
        <w:szCs w:val="24"/>
        <w:lang w:val="fr-BE"/>
      </w:rPr>
      <w:t>Alimentation</w:t>
    </w:r>
    <w:r>
      <w:rPr>
        <w:rFonts w:ascii="Arial" w:hAnsi="Arial" w:cs="Arial"/>
        <w:b/>
        <w:szCs w:val="24"/>
        <w:lang w:val="fr-BE"/>
      </w:rPr>
      <w:t xml:space="preserve"> apparente</w:t>
    </w:r>
  </w:p>
  <w:p w:rsidR="004C21C7" w:rsidRDefault="004C21C7" w:rsidP="004C21C7">
    <w:pPr>
      <w:pStyle w:val="Koptekst"/>
      <w:rPr>
        <w:rFonts w:ascii="Arial" w:hAnsi="Arial" w:cs="Arial"/>
        <w:b/>
        <w:szCs w:val="24"/>
        <w:lang w:val="fr-BE"/>
      </w:rPr>
    </w:pPr>
    <w:r>
      <w:rPr>
        <w:rFonts w:ascii="Arial" w:hAnsi="Arial" w:cs="Arial"/>
        <w:b/>
        <w:szCs w:val="24"/>
        <w:lang w:val="fr-BE"/>
      </w:rPr>
      <w:t>Evacuation vers l’arrière ou vers le bas</w:t>
    </w:r>
  </w:p>
  <w:p w:rsidR="00025544" w:rsidRPr="004C21C7" w:rsidRDefault="004C21C7" w:rsidP="004C21C7">
    <w:pPr>
      <w:pStyle w:val="Koptekst"/>
      <w:rPr>
        <w:rFonts w:ascii="Arial" w:hAnsi="Arial" w:cs="Arial"/>
        <w:b/>
        <w:szCs w:val="24"/>
        <w:lang w:val="fr-BE"/>
      </w:rPr>
    </w:pPr>
    <w:r>
      <w:rPr>
        <w:rFonts w:ascii="Arial" w:hAnsi="Arial" w:cs="Arial"/>
        <w:b/>
        <w:szCs w:val="24"/>
        <w:lang w:val="fr-BE"/>
      </w:rPr>
      <w:t>Avec Keratect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C21C7" w:rsidRDefault="004C21C7">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Kop2"/>
      <w:lvlText w:val="%1.%2."/>
      <w:lvlJc w:val="left"/>
      <w:pPr>
        <w:tabs>
          <w:tab w:val="num" w:pos="567"/>
        </w:tabs>
        <w:ind w:left="567" w:hanging="567"/>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19"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5FFE4CAF"/>
    <w:multiLevelType w:val="multilevel"/>
    <w:tmpl w:val="B0B6BBB4"/>
    <w:lvl w:ilvl="0">
      <w:start w:val="1"/>
      <w:numFmt w:val="decimal"/>
      <w:pStyle w:val="Kop1"/>
      <w:lvlText w:val="%1."/>
      <w:lvlJc w:val="left"/>
      <w:pPr>
        <w:tabs>
          <w:tab w:val="num" w:pos="397"/>
        </w:tabs>
        <w:ind w:left="397" w:hanging="397"/>
      </w:pPr>
      <w:rPr>
        <w:rFonts w:hint="default"/>
        <w:b/>
        <w:bCs/>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6"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8"/>
  </w:num>
  <w:num w:numId="2">
    <w:abstractNumId w:val="24"/>
  </w:num>
  <w:num w:numId="3">
    <w:abstractNumId w:val="4"/>
  </w:num>
  <w:num w:numId="4">
    <w:abstractNumId w:val="3"/>
  </w:num>
  <w:num w:numId="5">
    <w:abstractNumId w:val="14"/>
  </w:num>
  <w:num w:numId="6">
    <w:abstractNumId w:val="16"/>
  </w:num>
  <w:num w:numId="7">
    <w:abstractNumId w:val="6"/>
  </w:num>
  <w:num w:numId="8">
    <w:abstractNumId w:val="21"/>
  </w:num>
  <w:num w:numId="9">
    <w:abstractNumId w:val="27"/>
  </w:num>
  <w:num w:numId="10">
    <w:abstractNumId w:val="2"/>
  </w:num>
  <w:num w:numId="11">
    <w:abstractNumId w:val="13"/>
  </w:num>
  <w:num w:numId="12">
    <w:abstractNumId w:val="12"/>
  </w:num>
  <w:num w:numId="13">
    <w:abstractNumId w:val="26"/>
  </w:num>
  <w:num w:numId="14">
    <w:abstractNumId w:val="8"/>
  </w:num>
  <w:num w:numId="15">
    <w:abstractNumId w:val="0"/>
  </w:num>
  <w:num w:numId="16">
    <w:abstractNumId w:val="11"/>
  </w:num>
  <w:num w:numId="17">
    <w:abstractNumId w:val="5"/>
  </w:num>
  <w:num w:numId="18">
    <w:abstractNumId w:val="22"/>
  </w:num>
  <w:num w:numId="19">
    <w:abstractNumId w:val="23"/>
  </w:num>
  <w:num w:numId="20">
    <w:abstractNumId w:val="20"/>
  </w:num>
  <w:num w:numId="21">
    <w:abstractNumId w:val="19"/>
  </w:num>
  <w:num w:numId="22">
    <w:abstractNumId w:val="15"/>
  </w:num>
  <w:num w:numId="23">
    <w:abstractNumId w:val="25"/>
  </w:num>
  <w:num w:numId="24">
    <w:abstractNumId w:val="9"/>
  </w:num>
  <w:num w:numId="25">
    <w:abstractNumId w:val="10"/>
  </w:num>
  <w:num w:numId="26">
    <w:abstractNumId w:val="1"/>
  </w:num>
  <w:num w:numId="27">
    <w:abstractNumId w:val="17"/>
  </w:num>
  <w:num w:numId="28">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221DA"/>
    <w:rsid w:val="00025544"/>
    <w:rsid w:val="00025A31"/>
    <w:rsid w:val="000268CF"/>
    <w:rsid w:val="00027EC0"/>
    <w:rsid w:val="00030BCD"/>
    <w:rsid w:val="00031E37"/>
    <w:rsid w:val="00031F3D"/>
    <w:rsid w:val="000350EE"/>
    <w:rsid w:val="00037B66"/>
    <w:rsid w:val="00044FD6"/>
    <w:rsid w:val="00045470"/>
    <w:rsid w:val="00045D39"/>
    <w:rsid w:val="00046B13"/>
    <w:rsid w:val="00046FF8"/>
    <w:rsid w:val="00052506"/>
    <w:rsid w:val="000525A3"/>
    <w:rsid w:val="00052701"/>
    <w:rsid w:val="00056B2E"/>
    <w:rsid w:val="0006122F"/>
    <w:rsid w:val="0006259B"/>
    <w:rsid w:val="00065AA1"/>
    <w:rsid w:val="00065BC4"/>
    <w:rsid w:val="00080B0F"/>
    <w:rsid w:val="00081315"/>
    <w:rsid w:val="00085A0C"/>
    <w:rsid w:val="00086176"/>
    <w:rsid w:val="00087CA8"/>
    <w:rsid w:val="000903DE"/>
    <w:rsid w:val="0009240B"/>
    <w:rsid w:val="00095C5D"/>
    <w:rsid w:val="000A13DD"/>
    <w:rsid w:val="000A4E1B"/>
    <w:rsid w:val="000A7091"/>
    <w:rsid w:val="000B1173"/>
    <w:rsid w:val="000B1565"/>
    <w:rsid w:val="000B490E"/>
    <w:rsid w:val="000B736E"/>
    <w:rsid w:val="000C46F3"/>
    <w:rsid w:val="000C4F0B"/>
    <w:rsid w:val="000D382A"/>
    <w:rsid w:val="000D40CC"/>
    <w:rsid w:val="000D6AFB"/>
    <w:rsid w:val="000E19F8"/>
    <w:rsid w:val="000E6962"/>
    <w:rsid w:val="000E7512"/>
    <w:rsid w:val="001000A3"/>
    <w:rsid w:val="00100229"/>
    <w:rsid w:val="00101998"/>
    <w:rsid w:val="00106C8C"/>
    <w:rsid w:val="00107F2A"/>
    <w:rsid w:val="00110D98"/>
    <w:rsid w:val="0011603A"/>
    <w:rsid w:val="001165B1"/>
    <w:rsid w:val="001171EF"/>
    <w:rsid w:val="00126342"/>
    <w:rsid w:val="0013316F"/>
    <w:rsid w:val="001332A1"/>
    <w:rsid w:val="00140C45"/>
    <w:rsid w:val="00146570"/>
    <w:rsid w:val="001477B0"/>
    <w:rsid w:val="00153C00"/>
    <w:rsid w:val="001713AD"/>
    <w:rsid w:val="0018200F"/>
    <w:rsid w:val="00186A4B"/>
    <w:rsid w:val="001879EF"/>
    <w:rsid w:val="00193583"/>
    <w:rsid w:val="001A740D"/>
    <w:rsid w:val="001A794D"/>
    <w:rsid w:val="001B14EA"/>
    <w:rsid w:val="001B72F7"/>
    <w:rsid w:val="001B76D0"/>
    <w:rsid w:val="001C502F"/>
    <w:rsid w:val="001C5873"/>
    <w:rsid w:val="001D4A54"/>
    <w:rsid w:val="001D79B0"/>
    <w:rsid w:val="001F0B2D"/>
    <w:rsid w:val="001F3DE7"/>
    <w:rsid w:val="001F71C1"/>
    <w:rsid w:val="001F7C8E"/>
    <w:rsid w:val="00206862"/>
    <w:rsid w:val="00216DB4"/>
    <w:rsid w:val="00224FBC"/>
    <w:rsid w:val="002366E2"/>
    <w:rsid w:val="002427CC"/>
    <w:rsid w:val="00247F87"/>
    <w:rsid w:val="002535FF"/>
    <w:rsid w:val="00254C3B"/>
    <w:rsid w:val="00255C9F"/>
    <w:rsid w:val="002571A0"/>
    <w:rsid w:val="00257F2F"/>
    <w:rsid w:val="0026131B"/>
    <w:rsid w:val="00270315"/>
    <w:rsid w:val="00272819"/>
    <w:rsid w:val="00277BCC"/>
    <w:rsid w:val="00282518"/>
    <w:rsid w:val="00285CA2"/>
    <w:rsid w:val="00286F2C"/>
    <w:rsid w:val="002927EA"/>
    <w:rsid w:val="00294420"/>
    <w:rsid w:val="0029532D"/>
    <w:rsid w:val="00296F73"/>
    <w:rsid w:val="002A352C"/>
    <w:rsid w:val="002D1B7A"/>
    <w:rsid w:val="002D237E"/>
    <w:rsid w:val="002D2E09"/>
    <w:rsid w:val="002D339E"/>
    <w:rsid w:val="002D45A0"/>
    <w:rsid w:val="002D6274"/>
    <w:rsid w:val="002E256E"/>
    <w:rsid w:val="002E33C0"/>
    <w:rsid w:val="002F1A08"/>
    <w:rsid w:val="002F3E07"/>
    <w:rsid w:val="002F420F"/>
    <w:rsid w:val="002F4D3E"/>
    <w:rsid w:val="002F50E9"/>
    <w:rsid w:val="002F5BDA"/>
    <w:rsid w:val="00301CA4"/>
    <w:rsid w:val="00303120"/>
    <w:rsid w:val="00305426"/>
    <w:rsid w:val="00310F74"/>
    <w:rsid w:val="00323382"/>
    <w:rsid w:val="003242F8"/>
    <w:rsid w:val="00327981"/>
    <w:rsid w:val="00332202"/>
    <w:rsid w:val="00334D96"/>
    <w:rsid w:val="00335E0D"/>
    <w:rsid w:val="003375FF"/>
    <w:rsid w:val="00355C04"/>
    <w:rsid w:val="00364BAB"/>
    <w:rsid w:val="0036662E"/>
    <w:rsid w:val="00366E6E"/>
    <w:rsid w:val="0037215B"/>
    <w:rsid w:val="00374FF7"/>
    <w:rsid w:val="00377E77"/>
    <w:rsid w:val="003815A1"/>
    <w:rsid w:val="00383F7C"/>
    <w:rsid w:val="0038493C"/>
    <w:rsid w:val="00386723"/>
    <w:rsid w:val="00387D05"/>
    <w:rsid w:val="0039328A"/>
    <w:rsid w:val="003B0C24"/>
    <w:rsid w:val="003C146E"/>
    <w:rsid w:val="003C209B"/>
    <w:rsid w:val="003D02D6"/>
    <w:rsid w:val="003D14DA"/>
    <w:rsid w:val="003D3AAD"/>
    <w:rsid w:val="003D62A2"/>
    <w:rsid w:val="003E022F"/>
    <w:rsid w:val="003E0B74"/>
    <w:rsid w:val="003E31F1"/>
    <w:rsid w:val="003F34B4"/>
    <w:rsid w:val="003F4D6F"/>
    <w:rsid w:val="0041232B"/>
    <w:rsid w:val="00412A49"/>
    <w:rsid w:val="00415341"/>
    <w:rsid w:val="004164C8"/>
    <w:rsid w:val="00416879"/>
    <w:rsid w:val="00417301"/>
    <w:rsid w:val="00425F16"/>
    <w:rsid w:val="00430F34"/>
    <w:rsid w:val="0043544C"/>
    <w:rsid w:val="00440CA1"/>
    <w:rsid w:val="00447003"/>
    <w:rsid w:val="004474FA"/>
    <w:rsid w:val="00452B5C"/>
    <w:rsid w:val="004539AA"/>
    <w:rsid w:val="00455E90"/>
    <w:rsid w:val="004566A8"/>
    <w:rsid w:val="00462A81"/>
    <w:rsid w:val="004638F2"/>
    <w:rsid w:val="0047041D"/>
    <w:rsid w:val="004705EE"/>
    <w:rsid w:val="00471FF7"/>
    <w:rsid w:val="00472918"/>
    <w:rsid w:val="004745E4"/>
    <w:rsid w:val="0047796A"/>
    <w:rsid w:val="00480FD6"/>
    <w:rsid w:val="004813F9"/>
    <w:rsid w:val="00485C0D"/>
    <w:rsid w:val="00485EC8"/>
    <w:rsid w:val="00491352"/>
    <w:rsid w:val="004924A9"/>
    <w:rsid w:val="00496453"/>
    <w:rsid w:val="004B51F8"/>
    <w:rsid w:val="004C21C7"/>
    <w:rsid w:val="004D015F"/>
    <w:rsid w:val="004D6724"/>
    <w:rsid w:val="004D7B4B"/>
    <w:rsid w:val="004E2AC0"/>
    <w:rsid w:val="004E3A8E"/>
    <w:rsid w:val="004E681D"/>
    <w:rsid w:val="004E7DC3"/>
    <w:rsid w:val="004F1CE9"/>
    <w:rsid w:val="004F21C8"/>
    <w:rsid w:val="004F25B0"/>
    <w:rsid w:val="004F5A43"/>
    <w:rsid w:val="004F64FB"/>
    <w:rsid w:val="004F6B05"/>
    <w:rsid w:val="00500F04"/>
    <w:rsid w:val="00502659"/>
    <w:rsid w:val="00523215"/>
    <w:rsid w:val="00532AC1"/>
    <w:rsid w:val="00535D6A"/>
    <w:rsid w:val="00540609"/>
    <w:rsid w:val="00540DBE"/>
    <w:rsid w:val="005449E5"/>
    <w:rsid w:val="00551608"/>
    <w:rsid w:val="00554BF5"/>
    <w:rsid w:val="00557F6C"/>
    <w:rsid w:val="00561520"/>
    <w:rsid w:val="00564C24"/>
    <w:rsid w:val="00567B63"/>
    <w:rsid w:val="00580E2C"/>
    <w:rsid w:val="00584014"/>
    <w:rsid w:val="00585783"/>
    <w:rsid w:val="00585883"/>
    <w:rsid w:val="00586B18"/>
    <w:rsid w:val="005928F6"/>
    <w:rsid w:val="005930B8"/>
    <w:rsid w:val="005946D1"/>
    <w:rsid w:val="005A1279"/>
    <w:rsid w:val="005A134F"/>
    <w:rsid w:val="005A3712"/>
    <w:rsid w:val="005A687F"/>
    <w:rsid w:val="005C40C8"/>
    <w:rsid w:val="005C419B"/>
    <w:rsid w:val="005C5758"/>
    <w:rsid w:val="005C6CB1"/>
    <w:rsid w:val="005C7B14"/>
    <w:rsid w:val="005D45E4"/>
    <w:rsid w:val="005D7C6A"/>
    <w:rsid w:val="005E4015"/>
    <w:rsid w:val="005E7DC9"/>
    <w:rsid w:val="005F35C3"/>
    <w:rsid w:val="005F6790"/>
    <w:rsid w:val="0060242F"/>
    <w:rsid w:val="00613A26"/>
    <w:rsid w:val="00613F6D"/>
    <w:rsid w:val="00617362"/>
    <w:rsid w:val="0062319E"/>
    <w:rsid w:val="00630394"/>
    <w:rsid w:val="006356F1"/>
    <w:rsid w:val="006359F9"/>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66C14"/>
    <w:rsid w:val="00666E4A"/>
    <w:rsid w:val="00670227"/>
    <w:rsid w:val="00670CC4"/>
    <w:rsid w:val="0068597D"/>
    <w:rsid w:val="00685C6E"/>
    <w:rsid w:val="0068606C"/>
    <w:rsid w:val="0069129C"/>
    <w:rsid w:val="00694EDF"/>
    <w:rsid w:val="00694F33"/>
    <w:rsid w:val="006A0B90"/>
    <w:rsid w:val="006A1059"/>
    <w:rsid w:val="006A60C0"/>
    <w:rsid w:val="006B50D6"/>
    <w:rsid w:val="006B6331"/>
    <w:rsid w:val="006C0EE1"/>
    <w:rsid w:val="006C4699"/>
    <w:rsid w:val="006C7C5F"/>
    <w:rsid w:val="006D2489"/>
    <w:rsid w:val="006D7788"/>
    <w:rsid w:val="006D7E40"/>
    <w:rsid w:val="006E0062"/>
    <w:rsid w:val="006E4D48"/>
    <w:rsid w:val="006E7CAF"/>
    <w:rsid w:val="006F5EDD"/>
    <w:rsid w:val="006F727D"/>
    <w:rsid w:val="00710BEF"/>
    <w:rsid w:val="00712C19"/>
    <w:rsid w:val="007221BB"/>
    <w:rsid w:val="00722206"/>
    <w:rsid w:val="00722285"/>
    <w:rsid w:val="00724501"/>
    <w:rsid w:val="00730B29"/>
    <w:rsid w:val="00735DE7"/>
    <w:rsid w:val="00756D47"/>
    <w:rsid w:val="00763281"/>
    <w:rsid w:val="007653FE"/>
    <w:rsid w:val="00765916"/>
    <w:rsid w:val="00766F1D"/>
    <w:rsid w:val="00767500"/>
    <w:rsid w:val="00767AB8"/>
    <w:rsid w:val="00771E82"/>
    <w:rsid w:val="00777F6E"/>
    <w:rsid w:val="00782661"/>
    <w:rsid w:val="00785436"/>
    <w:rsid w:val="00791D28"/>
    <w:rsid w:val="00797007"/>
    <w:rsid w:val="007A2D3C"/>
    <w:rsid w:val="007A3630"/>
    <w:rsid w:val="007A4785"/>
    <w:rsid w:val="007A6482"/>
    <w:rsid w:val="007A6E5C"/>
    <w:rsid w:val="007A737D"/>
    <w:rsid w:val="007B01F2"/>
    <w:rsid w:val="007B39A5"/>
    <w:rsid w:val="007C2A7D"/>
    <w:rsid w:val="007C4DDA"/>
    <w:rsid w:val="007C60B3"/>
    <w:rsid w:val="007C7FFA"/>
    <w:rsid w:val="007D3795"/>
    <w:rsid w:val="007E03CF"/>
    <w:rsid w:val="007E0CBA"/>
    <w:rsid w:val="007E6348"/>
    <w:rsid w:val="007F3DB7"/>
    <w:rsid w:val="008053D0"/>
    <w:rsid w:val="00806D52"/>
    <w:rsid w:val="0081484D"/>
    <w:rsid w:val="00817C01"/>
    <w:rsid w:val="00823E62"/>
    <w:rsid w:val="00823FF8"/>
    <w:rsid w:val="00832A37"/>
    <w:rsid w:val="0084256E"/>
    <w:rsid w:val="00842AED"/>
    <w:rsid w:val="00844AC2"/>
    <w:rsid w:val="00860028"/>
    <w:rsid w:val="00861264"/>
    <w:rsid w:val="00861ECB"/>
    <w:rsid w:val="00866932"/>
    <w:rsid w:val="00875129"/>
    <w:rsid w:val="00882212"/>
    <w:rsid w:val="008838BE"/>
    <w:rsid w:val="0089797D"/>
    <w:rsid w:val="008A4182"/>
    <w:rsid w:val="008A4C19"/>
    <w:rsid w:val="008A5169"/>
    <w:rsid w:val="008A666A"/>
    <w:rsid w:val="008B2655"/>
    <w:rsid w:val="008B3A3F"/>
    <w:rsid w:val="008B4545"/>
    <w:rsid w:val="008B4F72"/>
    <w:rsid w:val="008B5A11"/>
    <w:rsid w:val="008C5A75"/>
    <w:rsid w:val="008D109E"/>
    <w:rsid w:val="008F0D14"/>
    <w:rsid w:val="008F348A"/>
    <w:rsid w:val="0090283D"/>
    <w:rsid w:val="0090294B"/>
    <w:rsid w:val="0091479D"/>
    <w:rsid w:val="00923A7F"/>
    <w:rsid w:val="00924A9D"/>
    <w:rsid w:val="009336C3"/>
    <w:rsid w:val="009341BA"/>
    <w:rsid w:val="009365DB"/>
    <w:rsid w:val="00936883"/>
    <w:rsid w:val="0094033B"/>
    <w:rsid w:val="00940ACD"/>
    <w:rsid w:val="00943315"/>
    <w:rsid w:val="00944646"/>
    <w:rsid w:val="0094611A"/>
    <w:rsid w:val="009468B8"/>
    <w:rsid w:val="009622DE"/>
    <w:rsid w:val="00965CAD"/>
    <w:rsid w:val="009667D8"/>
    <w:rsid w:val="0097130D"/>
    <w:rsid w:val="009718C7"/>
    <w:rsid w:val="00972933"/>
    <w:rsid w:val="00976DAC"/>
    <w:rsid w:val="009838D8"/>
    <w:rsid w:val="00984E63"/>
    <w:rsid w:val="00986630"/>
    <w:rsid w:val="009871A4"/>
    <w:rsid w:val="00991542"/>
    <w:rsid w:val="00993A68"/>
    <w:rsid w:val="009A26B4"/>
    <w:rsid w:val="009B041E"/>
    <w:rsid w:val="009B2D45"/>
    <w:rsid w:val="009B3DB4"/>
    <w:rsid w:val="009C090D"/>
    <w:rsid w:val="009D193F"/>
    <w:rsid w:val="009D59B3"/>
    <w:rsid w:val="009E1CF1"/>
    <w:rsid w:val="009E3716"/>
    <w:rsid w:val="009E52FC"/>
    <w:rsid w:val="009E6743"/>
    <w:rsid w:val="009F0F4E"/>
    <w:rsid w:val="009F3A2E"/>
    <w:rsid w:val="009F74ED"/>
    <w:rsid w:val="00A20762"/>
    <w:rsid w:val="00A2142F"/>
    <w:rsid w:val="00A44868"/>
    <w:rsid w:val="00A45E60"/>
    <w:rsid w:val="00A50286"/>
    <w:rsid w:val="00A5298C"/>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A13C8"/>
    <w:rsid w:val="00AA1944"/>
    <w:rsid w:val="00AB6EEB"/>
    <w:rsid w:val="00AD2BCF"/>
    <w:rsid w:val="00AD3FEE"/>
    <w:rsid w:val="00AE0481"/>
    <w:rsid w:val="00AE09A8"/>
    <w:rsid w:val="00AE1C8E"/>
    <w:rsid w:val="00AE45CE"/>
    <w:rsid w:val="00AE7AC7"/>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43FB0"/>
    <w:rsid w:val="00B51AE3"/>
    <w:rsid w:val="00B63607"/>
    <w:rsid w:val="00B63945"/>
    <w:rsid w:val="00B647D5"/>
    <w:rsid w:val="00B651B4"/>
    <w:rsid w:val="00B75B28"/>
    <w:rsid w:val="00B76398"/>
    <w:rsid w:val="00B764C4"/>
    <w:rsid w:val="00B77A69"/>
    <w:rsid w:val="00B83DB5"/>
    <w:rsid w:val="00B84CF1"/>
    <w:rsid w:val="00BA062A"/>
    <w:rsid w:val="00BA158C"/>
    <w:rsid w:val="00BB5D16"/>
    <w:rsid w:val="00BC022E"/>
    <w:rsid w:val="00BC05F8"/>
    <w:rsid w:val="00BC2DA3"/>
    <w:rsid w:val="00BC4952"/>
    <w:rsid w:val="00BC68FC"/>
    <w:rsid w:val="00BC75A7"/>
    <w:rsid w:val="00BD4BC8"/>
    <w:rsid w:val="00BE27FD"/>
    <w:rsid w:val="00BE78F2"/>
    <w:rsid w:val="00BE7EF8"/>
    <w:rsid w:val="00BF0762"/>
    <w:rsid w:val="00C064E6"/>
    <w:rsid w:val="00C06870"/>
    <w:rsid w:val="00C1198E"/>
    <w:rsid w:val="00C144E8"/>
    <w:rsid w:val="00C16E24"/>
    <w:rsid w:val="00C177D8"/>
    <w:rsid w:val="00C202A2"/>
    <w:rsid w:val="00C206EA"/>
    <w:rsid w:val="00C2562F"/>
    <w:rsid w:val="00C272EF"/>
    <w:rsid w:val="00C31094"/>
    <w:rsid w:val="00C33518"/>
    <w:rsid w:val="00C345FE"/>
    <w:rsid w:val="00C40CF8"/>
    <w:rsid w:val="00C454A1"/>
    <w:rsid w:val="00C476F4"/>
    <w:rsid w:val="00C54A37"/>
    <w:rsid w:val="00C55B55"/>
    <w:rsid w:val="00C57DB5"/>
    <w:rsid w:val="00C614F6"/>
    <w:rsid w:val="00C61C53"/>
    <w:rsid w:val="00C64103"/>
    <w:rsid w:val="00C64DB4"/>
    <w:rsid w:val="00C73D1A"/>
    <w:rsid w:val="00C74455"/>
    <w:rsid w:val="00C83232"/>
    <w:rsid w:val="00C870E2"/>
    <w:rsid w:val="00C91270"/>
    <w:rsid w:val="00C92AB4"/>
    <w:rsid w:val="00C93193"/>
    <w:rsid w:val="00C9421E"/>
    <w:rsid w:val="00CB0A4D"/>
    <w:rsid w:val="00CB0CF8"/>
    <w:rsid w:val="00CB6A05"/>
    <w:rsid w:val="00CB7793"/>
    <w:rsid w:val="00CC4666"/>
    <w:rsid w:val="00CD159B"/>
    <w:rsid w:val="00CD6F93"/>
    <w:rsid w:val="00CE0306"/>
    <w:rsid w:val="00CE0E78"/>
    <w:rsid w:val="00CE12F7"/>
    <w:rsid w:val="00CE2FAA"/>
    <w:rsid w:val="00CE3297"/>
    <w:rsid w:val="00CE3F9E"/>
    <w:rsid w:val="00CE5E0E"/>
    <w:rsid w:val="00CE5EB7"/>
    <w:rsid w:val="00CE7BC3"/>
    <w:rsid w:val="00CF3034"/>
    <w:rsid w:val="00D00737"/>
    <w:rsid w:val="00D06139"/>
    <w:rsid w:val="00D12DE4"/>
    <w:rsid w:val="00D147B6"/>
    <w:rsid w:val="00D20CBB"/>
    <w:rsid w:val="00D3323A"/>
    <w:rsid w:val="00D34091"/>
    <w:rsid w:val="00D3791B"/>
    <w:rsid w:val="00D41906"/>
    <w:rsid w:val="00D43AAD"/>
    <w:rsid w:val="00D43B9F"/>
    <w:rsid w:val="00D4463B"/>
    <w:rsid w:val="00D4472F"/>
    <w:rsid w:val="00D54536"/>
    <w:rsid w:val="00D55CB1"/>
    <w:rsid w:val="00D56F39"/>
    <w:rsid w:val="00D57446"/>
    <w:rsid w:val="00D6437F"/>
    <w:rsid w:val="00D762B1"/>
    <w:rsid w:val="00D82B4D"/>
    <w:rsid w:val="00D84B6D"/>
    <w:rsid w:val="00D861FB"/>
    <w:rsid w:val="00D86CAD"/>
    <w:rsid w:val="00D87502"/>
    <w:rsid w:val="00D902B9"/>
    <w:rsid w:val="00D91BB8"/>
    <w:rsid w:val="00D91E76"/>
    <w:rsid w:val="00D954FD"/>
    <w:rsid w:val="00D964AF"/>
    <w:rsid w:val="00DA05CC"/>
    <w:rsid w:val="00DA1682"/>
    <w:rsid w:val="00DA2ECA"/>
    <w:rsid w:val="00DB0EF7"/>
    <w:rsid w:val="00DB25CB"/>
    <w:rsid w:val="00DB79CF"/>
    <w:rsid w:val="00DC410C"/>
    <w:rsid w:val="00DD45C4"/>
    <w:rsid w:val="00DE02C6"/>
    <w:rsid w:val="00DE1B1C"/>
    <w:rsid w:val="00DF55D5"/>
    <w:rsid w:val="00DF60BB"/>
    <w:rsid w:val="00DF6CEF"/>
    <w:rsid w:val="00E17208"/>
    <w:rsid w:val="00E177F1"/>
    <w:rsid w:val="00E217BD"/>
    <w:rsid w:val="00E24676"/>
    <w:rsid w:val="00E44F6B"/>
    <w:rsid w:val="00E4622F"/>
    <w:rsid w:val="00E466A4"/>
    <w:rsid w:val="00E46E72"/>
    <w:rsid w:val="00E5046E"/>
    <w:rsid w:val="00E54063"/>
    <w:rsid w:val="00E56065"/>
    <w:rsid w:val="00E56D4B"/>
    <w:rsid w:val="00E6157A"/>
    <w:rsid w:val="00E750E2"/>
    <w:rsid w:val="00E779A4"/>
    <w:rsid w:val="00E82DC1"/>
    <w:rsid w:val="00E9352E"/>
    <w:rsid w:val="00E939EB"/>
    <w:rsid w:val="00EA354B"/>
    <w:rsid w:val="00EB1C08"/>
    <w:rsid w:val="00EB6A23"/>
    <w:rsid w:val="00EC02A2"/>
    <w:rsid w:val="00EC5143"/>
    <w:rsid w:val="00EC7D55"/>
    <w:rsid w:val="00ED32C1"/>
    <w:rsid w:val="00ED4EFD"/>
    <w:rsid w:val="00ED643F"/>
    <w:rsid w:val="00EE0163"/>
    <w:rsid w:val="00EE1316"/>
    <w:rsid w:val="00EE4748"/>
    <w:rsid w:val="00EF01BB"/>
    <w:rsid w:val="00EF371C"/>
    <w:rsid w:val="00EF702D"/>
    <w:rsid w:val="00EF7234"/>
    <w:rsid w:val="00F10658"/>
    <w:rsid w:val="00F16335"/>
    <w:rsid w:val="00F16CDF"/>
    <w:rsid w:val="00F17EF3"/>
    <w:rsid w:val="00F21F99"/>
    <w:rsid w:val="00F25FD1"/>
    <w:rsid w:val="00F34126"/>
    <w:rsid w:val="00F360A2"/>
    <w:rsid w:val="00F4227F"/>
    <w:rsid w:val="00F43D1B"/>
    <w:rsid w:val="00F4490A"/>
    <w:rsid w:val="00F45315"/>
    <w:rsid w:val="00F46835"/>
    <w:rsid w:val="00F52028"/>
    <w:rsid w:val="00F55A6A"/>
    <w:rsid w:val="00F55C50"/>
    <w:rsid w:val="00F64AF1"/>
    <w:rsid w:val="00F64B9B"/>
    <w:rsid w:val="00F65714"/>
    <w:rsid w:val="00F66A37"/>
    <w:rsid w:val="00F706BD"/>
    <w:rsid w:val="00F71190"/>
    <w:rsid w:val="00F72050"/>
    <w:rsid w:val="00F813A1"/>
    <w:rsid w:val="00F821DD"/>
    <w:rsid w:val="00F8287F"/>
    <w:rsid w:val="00F84B09"/>
    <w:rsid w:val="00F86F7A"/>
    <w:rsid w:val="00F976AF"/>
    <w:rsid w:val="00FA51F1"/>
    <w:rsid w:val="00FA5398"/>
    <w:rsid w:val="00FB0DEC"/>
    <w:rsid w:val="00FB1791"/>
    <w:rsid w:val="00FB430D"/>
    <w:rsid w:val="00FB5452"/>
    <w:rsid w:val="00FC4285"/>
    <w:rsid w:val="00FC72E5"/>
    <w:rsid w:val="00FD1BA5"/>
    <w:rsid w:val="00FD6D33"/>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A0F95DF"/>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Standaard">
    <w:name w:val="Normal"/>
    <w:qFormat/>
    <w:rsid w:val="00564C24"/>
    <w:rPr>
      <w:rFonts w:ascii="Arial" w:hAnsi="Arial"/>
      <w:sz w:val="24"/>
      <w:lang w:val="nl-NL" w:eastAsia="nl-NL"/>
    </w:rPr>
  </w:style>
  <w:style w:type="paragraph" w:styleId="Kop1">
    <w:name w:val="heading 1"/>
    <w:basedOn w:val="Standaard"/>
    <w:next w:val="Standaard"/>
    <w:link w:val="Kop1Char"/>
    <w:qFormat/>
    <w:rsid w:val="000268CF"/>
    <w:pPr>
      <w:numPr>
        <w:numId w:val="18"/>
      </w:numPr>
      <w:spacing w:before="480" w:after="240"/>
      <w:outlineLvl w:val="0"/>
    </w:pPr>
    <w:rPr>
      <w:rFonts w:ascii="Helvetica 65 Medium" w:hAnsi="Helvetica 65 Medium"/>
      <w:u w:val="single"/>
    </w:rPr>
  </w:style>
  <w:style w:type="paragraph" w:styleId="Kop2">
    <w:name w:val="heading 2"/>
    <w:basedOn w:val="Kop1"/>
    <w:next w:val="Standaard"/>
    <w:qFormat/>
    <w:rsid w:val="00056B2E"/>
    <w:pPr>
      <w:numPr>
        <w:ilvl w:val="1"/>
        <w:numId w:val="1"/>
      </w:numPr>
      <w:spacing w:after="120"/>
      <w:outlineLvl w:val="1"/>
    </w:pPr>
    <w:rPr>
      <w:u w:val="none"/>
    </w:rPr>
  </w:style>
  <w:style w:type="paragraph" w:styleId="Kop3">
    <w:name w:val="heading 3"/>
    <w:basedOn w:val="Standaard"/>
    <w:next w:val="Standaard"/>
    <w:autoRedefine/>
    <w:qFormat/>
    <w:rsid w:val="00056B2E"/>
    <w:pPr>
      <w:keepNext/>
      <w:numPr>
        <w:ilvl w:val="2"/>
        <w:numId w:val="1"/>
      </w:numPr>
      <w:spacing w:before="240" w:after="60"/>
      <w:outlineLvl w:val="2"/>
    </w:pPr>
    <w:rPr>
      <w:rFonts w:cs="Arial"/>
      <w:b/>
      <w:bCs/>
      <w:szCs w:val="26"/>
    </w:rPr>
  </w:style>
  <w:style w:type="paragraph" w:styleId="Kop4">
    <w:name w:val="heading 4"/>
    <w:basedOn w:val="Standaard"/>
    <w:next w:val="Standaard"/>
    <w:qFormat/>
    <w:rsid w:val="00056B2E"/>
    <w:pPr>
      <w:keepNext/>
      <w:numPr>
        <w:ilvl w:val="3"/>
        <w:numId w:val="1"/>
      </w:numPr>
      <w:spacing w:before="240" w:after="60"/>
      <w:outlineLvl w:val="3"/>
    </w:pPr>
    <w:rPr>
      <w:rFonts w:ascii="Times New Roman" w:hAnsi="Times New Roman"/>
      <w:b/>
      <w:bCs/>
      <w:sz w:val="28"/>
      <w:szCs w:val="28"/>
    </w:rPr>
  </w:style>
  <w:style w:type="paragraph" w:styleId="Kop5">
    <w:name w:val="heading 5"/>
    <w:basedOn w:val="Standaard"/>
    <w:next w:val="Standaard"/>
    <w:qFormat/>
    <w:rsid w:val="00056B2E"/>
    <w:pPr>
      <w:numPr>
        <w:ilvl w:val="4"/>
        <w:numId w:val="1"/>
      </w:numPr>
      <w:spacing w:before="240" w:after="60"/>
      <w:outlineLvl w:val="4"/>
    </w:pPr>
    <w:rPr>
      <w:b/>
      <w:bCs/>
      <w:i/>
      <w:iCs/>
      <w:sz w:val="26"/>
      <w:szCs w:val="26"/>
    </w:rPr>
  </w:style>
  <w:style w:type="paragraph" w:styleId="Kop6">
    <w:name w:val="heading 6"/>
    <w:basedOn w:val="Standaard"/>
    <w:next w:val="Standaard"/>
    <w:qFormat/>
    <w:rsid w:val="00056B2E"/>
    <w:pPr>
      <w:numPr>
        <w:ilvl w:val="5"/>
        <w:numId w:val="1"/>
      </w:numPr>
      <w:spacing w:before="240" w:after="60"/>
      <w:outlineLvl w:val="5"/>
    </w:pPr>
    <w:rPr>
      <w:rFonts w:ascii="Times New Roman" w:hAnsi="Times New Roman"/>
      <w:b/>
      <w:bCs/>
      <w:sz w:val="22"/>
      <w:szCs w:val="22"/>
    </w:rPr>
  </w:style>
  <w:style w:type="paragraph" w:styleId="Kop7">
    <w:name w:val="heading 7"/>
    <w:basedOn w:val="Standaard"/>
    <w:next w:val="Standaard"/>
    <w:qFormat/>
    <w:rsid w:val="00056B2E"/>
    <w:pPr>
      <w:numPr>
        <w:ilvl w:val="6"/>
        <w:numId w:val="1"/>
      </w:numPr>
      <w:spacing w:before="240" w:after="60"/>
      <w:outlineLvl w:val="6"/>
    </w:pPr>
    <w:rPr>
      <w:rFonts w:ascii="Times New Roman" w:hAnsi="Times New Roman"/>
      <w:szCs w:val="24"/>
    </w:rPr>
  </w:style>
  <w:style w:type="paragraph" w:styleId="Kop8">
    <w:name w:val="heading 8"/>
    <w:basedOn w:val="Standaard"/>
    <w:next w:val="Standaard"/>
    <w:qFormat/>
    <w:rsid w:val="00056B2E"/>
    <w:pPr>
      <w:numPr>
        <w:ilvl w:val="7"/>
        <w:numId w:val="1"/>
      </w:numPr>
      <w:spacing w:before="240" w:after="60"/>
      <w:outlineLvl w:val="7"/>
    </w:pPr>
    <w:rPr>
      <w:rFonts w:ascii="Times New Roman" w:hAnsi="Times New Roman"/>
      <w:i/>
      <w:iCs/>
      <w:szCs w:val="24"/>
    </w:rPr>
  </w:style>
  <w:style w:type="paragraph" w:styleId="Kop9">
    <w:name w:val="heading 9"/>
    <w:basedOn w:val="Standaard"/>
    <w:next w:val="Standaard"/>
    <w:qFormat/>
    <w:rsid w:val="00056B2E"/>
    <w:pPr>
      <w:numPr>
        <w:ilvl w:val="8"/>
        <w:numId w:val="1"/>
      </w:numPr>
      <w:spacing w:before="240" w:after="60"/>
      <w:outlineLvl w:val="8"/>
    </w:pPr>
    <w:rPr>
      <w:rFonts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43544C"/>
    <w:pPr>
      <w:tabs>
        <w:tab w:val="right" w:pos="10064"/>
      </w:tabs>
    </w:pPr>
    <w:rPr>
      <w:rFonts w:ascii="Helvetica 65 Medium" w:hAnsi="Helvetica 65 Medium"/>
      <w:sz w:val="40"/>
    </w:rPr>
  </w:style>
  <w:style w:type="paragraph" w:styleId="Voettekst">
    <w:name w:val="footer"/>
    <w:basedOn w:val="Standaard"/>
    <w:autoRedefine/>
    <w:rsid w:val="00272819"/>
    <w:pPr>
      <w:tabs>
        <w:tab w:val="center" w:pos="4320"/>
        <w:tab w:val="right" w:pos="8640"/>
      </w:tabs>
    </w:pPr>
    <w:rPr>
      <w:sz w:val="20"/>
    </w:rPr>
  </w:style>
  <w:style w:type="paragraph" w:styleId="Documentstructuur">
    <w:name w:val="Document Map"/>
    <w:basedOn w:val="Standaard"/>
    <w:semiHidden/>
    <w:pPr>
      <w:shd w:val="clear" w:color="auto" w:fill="000080"/>
    </w:pPr>
    <w:rPr>
      <w:rFonts w:ascii="Tahoma" w:hAnsi="Tahoma"/>
    </w:rPr>
  </w:style>
  <w:style w:type="paragraph" w:customStyle="1" w:styleId="StyleHeading1Nounderline">
    <w:name w:val="Style Heading 1 + No underline"/>
    <w:basedOn w:val="Kop1"/>
    <w:rsid w:val="000268CF"/>
    <w:pPr>
      <w:numPr>
        <w:numId w:val="2"/>
      </w:numPr>
    </w:pPr>
    <w:rPr>
      <w:u w:val="none"/>
    </w:rPr>
  </w:style>
  <w:style w:type="paragraph" w:customStyle="1" w:styleId="Bulleted1">
    <w:name w:val="Bulleted 1"/>
    <w:basedOn w:val="Standaard"/>
    <w:link w:val="Bulleted1Char"/>
    <w:rsid w:val="00286F2C"/>
    <w:pPr>
      <w:numPr>
        <w:numId w:val="19"/>
      </w:numPr>
    </w:pPr>
  </w:style>
  <w:style w:type="paragraph" w:customStyle="1" w:styleId="Bulleted2">
    <w:name w:val="Bulleted 2"/>
    <w:basedOn w:val="Standaard"/>
    <w:rsid w:val="00046FF8"/>
    <w:pPr>
      <w:numPr>
        <w:numId w:val="22"/>
      </w:numPr>
    </w:pPr>
  </w:style>
  <w:style w:type="paragraph" w:customStyle="1" w:styleId="Bulleted3">
    <w:name w:val="Bulleted 3"/>
    <w:basedOn w:val="Standaard"/>
    <w:rsid w:val="00046FF8"/>
    <w:pPr>
      <w:numPr>
        <w:numId w:val="23"/>
      </w:numPr>
    </w:pPr>
  </w:style>
  <w:style w:type="paragraph" w:customStyle="1" w:styleId="Bulleted4">
    <w:name w:val="Bulleted 4"/>
    <w:basedOn w:val="Standaard"/>
    <w:rsid w:val="00C177D8"/>
    <w:pPr>
      <w:numPr>
        <w:numId w:val="26"/>
      </w:numPr>
    </w:pPr>
  </w:style>
  <w:style w:type="paragraph" w:customStyle="1" w:styleId="legendeblauw">
    <w:name w:val="legende blauw"/>
    <w:basedOn w:val="Standaard"/>
    <w:rsid w:val="003E022F"/>
    <w:pPr>
      <w:spacing w:after="120"/>
      <w:ind w:left="709" w:hanging="658"/>
      <w:jc w:val="right"/>
      <w:outlineLvl w:val="0"/>
    </w:pPr>
    <w:rPr>
      <w:color w:val="1A75CF"/>
      <w:sz w:val="18"/>
      <w:szCs w:val="18"/>
    </w:rPr>
  </w:style>
  <w:style w:type="character" w:customStyle="1" w:styleId="Kop1Char">
    <w:name w:val="Kop 1 Char"/>
    <w:link w:val="Kop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GevolgdeHyperlink">
    <w:name w:val="FollowedHyperlink"/>
    <w:rsid w:val="00584014"/>
    <w:rPr>
      <w:color w:val="800080"/>
      <w:u w:val="single"/>
    </w:rPr>
  </w:style>
  <w:style w:type="paragraph" w:styleId="Ballontekst">
    <w:name w:val="Balloon Text"/>
    <w:basedOn w:val="Standaard"/>
    <w:semiHidden/>
    <w:rsid w:val="006453E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Props1.xml><?xml version="1.0" encoding="utf-8"?>
<ds:datastoreItem xmlns:ds="http://schemas.openxmlformats.org/officeDocument/2006/customXml" ds:itemID="{98B92419-FF11-406A-8840-A6600CA5790F}"/>
</file>

<file path=customXml/itemProps2.xml><?xml version="1.0" encoding="utf-8"?>
<ds:datastoreItem xmlns:ds="http://schemas.openxmlformats.org/officeDocument/2006/customXml" ds:itemID="{EEE9D84D-E0C5-44FE-9C64-B7A044568669}"/>
</file>

<file path=customXml/itemProps3.xml><?xml version="1.0" encoding="utf-8"?>
<ds:datastoreItem xmlns:ds="http://schemas.openxmlformats.org/officeDocument/2006/customXml" ds:itemID="{FA66D1B3-0523-4BE3-A520-F054807CBFFE}"/>
</file>

<file path=docProps/app.xml><?xml version="1.0" encoding="utf-8"?>
<Properties xmlns="http://schemas.openxmlformats.org/officeDocument/2006/extended-properties" xmlns:vt="http://schemas.openxmlformats.org/officeDocument/2006/docPropsVTypes">
  <Template>LASTB.DOT</Template>
  <TotalTime>24</TotalTime>
  <Pages>3</Pages>
  <Words>293</Words>
  <Characters>1613</Characters>
  <Application>Microsoft Office Word</Application>
  <DocSecurity>0</DocSecurity>
  <Lines>13</Lines>
  <Paragraphs>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1903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Christine Touillaux</cp:lastModifiedBy>
  <cp:revision>12</cp:revision>
  <cp:lastPrinted>2011-12-15T11:14:00Z</cp:lastPrinted>
  <dcterms:created xsi:type="dcterms:W3CDTF">2020-04-08T13:29:00Z</dcterms:created>
  <dcterms:modified xsi:type="dcterms:W3CDTF">2020-05-08T09:35:00Z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ronald.degroot@geberit.com</vt:lpwstr>
  </property>
  <property fmtid="{D5CDD505-2E9C-101B-9397-08002B2CF9AE}" pid="5" name="MSIP_Label_583d9081-ff0c-403e-9495-6ce7896734ce_SetDate">
    <vt:lpwstr>2020-03-10T15:42:32.3594892Z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990e5c3f-93be-4ada-9627-795d2c1ba01c</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MediaServiceImageTags">
    <vt:lpwstr/>
  </property>
  <property fmtid="{D5CDD505-2E9C-101B-9397-08002B2CF9AE}" pid="13" name="Order">
    <vt:r8>446100</vt:r8>
  </property>
  <property fmtid="{D5CDD505-2E9C-101B-9397-08002B2CF9AE}" pid="14" name="xd_Signature">
    <vt:bool>false</vt:bool>
  </property>
  <property fmtid="{D5CDD505-2E9C-101B-9397-08002B2CF9AE}" pid="15" name="xd_ProgID">
    <vt:lpwstr/>
  </property>
  <property fmtid="{D5CDD505-2E9C-101B-9397-08002B2CF9AE}" pid="16" name="_SourceUrl">
    <vt:lpwstr/>
  </property>
  <property fmtid="{D5CDD505-2E9C-101B-9397-08002B2CF9AE}" pid="17" name="_SharedFileIndex">
    <vt:lpwstr/>
  </property>
  <property fmtid="{D5CDD505-2E9C-101B-9397-08002B2CF9AE}" pid="18" name="ComplianceAssetId">
    <vt:lpwstr/>
  </property>
  <property fmtid="{D5CDD505-2E9C-101B-9397-08002B2CF9AE}" pid="19" name="TemplateUrl">
    <vt:lpwstr/>
  </property>
  <property fmtid="{D5CDD505-2E9C-101B-9397-08002B2CF9AE}" pid="20" name="_ExtendedDescription">
    <vt:lpwstr/>
  </property>
  <property fmtid="{D5CDD505-2E9C-101B-9397-08002B2CF9AE}" pid="21" name="TriggerFlowInfo">
    <vt:lpwstr/>
  </property>
</Properties>
</file>